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971E51" w:rsidP="00971E51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971E51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370710" w:rsidRPr="00370710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vzdělávání v oblasti přístupu k člověku s agresivními projevy chování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473F54">
        <w:rPr>
          <w:rFonts w:asciiTheme="minorHAnsi" w:hAnsiTheme="minorHAnsi" w:cs="Arial"/>
          <w:color w:val="000000" w:themeColor="text1"/>
          <w:sz w:val="22"/>
          <w:szCs w:val="22"/>
        </w:rPr>
        <w:t>6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7F0DB0">
      <w:rPr>
        <w:rFonts w:ascii="Arial" w:hAnsi="Arial" w:cs="Arial"/>
        <w:sz w:val="20"/>
        <w:szCs w:val="20"/>
      </w:rPr>
      <w:t>7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710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7BB6492"/>
  <w14:defaultImageDpi w14:val="0"/>
  <w15:docId w15:val="{F0EB25C1-864F-4E56-BD8D-C70E38C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9</cp:revision>
  <cp:lastPrinted>2008-06-11T14:40:00Z</cp:lastPrinted>
  <dcterms:created xsi:type="dcterms:W3CDTF">2018-02-26T09:39:00Z</dcterms:created>
  <dcterms:modified xsi:type="dcterms:W3CDTF">2018-07-19T07:28:00Z</dcterms:modified>
</cp:coreProperties>
</file>