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971E51" w:rsidP="00971E51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971E51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Transformace služeb pro osoby se zdravotním postižením – vzdělávání v oblasti poskytování sociální služby chráněné bydlení se zaměřením na prevenci přenosu ústavních prvků do nově vzniklých služeb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473F54">
        <w:rPr>
          <w:rFonts w:asciiTheme="minorHAnsi" w:hAnsiTheme="minorHAnsi" w:cs="Arial"/>
          <w:color w:val="000000" w:themeColor="text1"/>
          <w:sz w:val="22"/>
          <w:szCs w:val="22"/>
        </w:rPr>
        <w:t>6</w:t>
      </w:r>
      <w:bookmarkStart w:id="0" w:name="_GoBack"/>
      <w:bookmarkEnd w:id="0"/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7F0DB0">
      <w:rPr>
        <w:rFonts w:ascii="Arial" w:hAnsi="Arial" w:cs="Arial"/>
        <w:sz w:val="20"/>
        <w:szCs w:val="20"/>
      </w:rPr>
      <w:t>7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D49C7F5"/>
  <w14:defaultImageDpi w14:val="0"/>
  <w15:docId w15:val="{F0EB25C1-864F-4E56-BD8D-C70E38C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5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8</cp:revision>
  <cp:lastPrinted>2008-06-11T14:40:00Z</cp:lastPrinted>
  <dcterms:created xsi:type="dcterms:W3CDTF">2018-02-26T09:39:00Z</dcterms:created>
  <dcterms:modified xsi:type="dcterms:W3CDTF">2018-07-18T08:52:00Z</dcterms:modified>
</cp:coreProperties>
</file>