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5D7DE3" w:rsidP="00773FD9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7DE3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Evaluace projektu</w:t>
            </w:r>
            <w:r w:rsidR="000A1229">
              <w:t xml:space="preserve"> </w:t>
            </w:r>
            <w:r w:rsidR="000A1229" w:rsidRPr="000A1229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Podpora procesů kvality a systémových změn v řízení sociálních služeb v Pardubickém kraji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bookmarkStart w:id="0" w:name="_GoBack"/>
            <w:bookmarkEnd w:id="0"/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5D7DE3" w:rsidRPr="005D7DE3">
      <w:rPr>
        <w:rFonts w:ascii="Arial" w:hAnsi="Arial" w:cs="Arial"/>
        <w:sz w:val="22"/>
        <w:szCs w:val="22"/>
      </w:rPr>
      <w:t>6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1229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2FC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325AA11"/>
  <w14:defaultImageDpi w14:val="0"/>
  <w15:docId w15:val="{064384E2-37D3-4639-9071-21423C4C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6</cp:revision>
  <cp:lastPrinted>2008-06-11T14:40:00Z</cp:lastPrinted>
  <dcterms:created xsi:type="dcterms:W3CDTF">2018-11-20T08:55:00Z</dcterms:created>
  <dcterms:modified xsi:type="dcterms:W3CDTF">2019-06-18T08:20:00Z</dcterms:modified>
</cp:coreProperties>
</file>